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5DF6E592" w:rsidR="00071526" w:rsidRPr="00071526" w:rsidRDefault="00071526" w:rsidP="00071526"/>
    <w:p w14:paraId="415A3E38" w14:textId="7777777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78ACCA" w14:textId="6960AB4C" w:rsidR="003A2918" w:rsidRDefault="00CD1AAC" w:rsidP="00937306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BD6B03" wp14:editId="4CBF0B2F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1A7E43B6" w:rsidR="00071526" w:rsidRPr="004B4EC8" w:rsidRDefault="00937306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Vira a carta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1A7E43B6" w:rsidR="00071526" w:rsidRPr="004B4EC8" w:rsidRDefault="00937306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Vira a carta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CF3A6" wp14:editId="351DCFAB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66A2650D" w14:textId="77777777" w:rsidR="002615A5" w:rsidRPr="003A2918" w:rsidRDefault="002615A5" w:rsidP="00937306">
      <w:pPr>
        <w:spacing w:line="360" w:lineRule="auto"/>
        <w:jc w:val="both"/>
        <w:rPr>
          <w:rFonts w:ascii="Arial" w:hAnsi="Arial" w:cs="Arial"/>
        </w:rPr>
      </w:pPr>
    </w:p>
    <w:p w14:paraId="196AECFB" w14:textId="63038132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  <w:r w:rsidRPr="00937306">
        <w:rPr>
          <w:rFonts w:ascii="Arial" w:hAnsi="Arial" w:cs="Arial"/>
        </w:rPr>
        <w:t>1.</w:t>
      </w:r>
      <w:r w:rsidR="002615A5">
        <w:rPr>
          <w:rFonts w:ascii="Arial" w:hAnsi="Arial" w:cs="Arial"/>
        </w:rPr>
        <w:t xml:space="preserve"> </w:t>
      </w:r>
      <w:r w:rsidRPr="00937306">
        <w:rPr>
          <w:rFonts w:ascii="Arial" w:hAnsi="Arial" w:cs="Arial"/>
        </w:rPr>
        <w:t>Coloca</w:t>
      </w:r>
      <w:r>
        <w:rPr>
          <w:rFonts w:ascii="Arial" w:hAnsi="Arial" w:cs="Arial"/>
        </w:rPr>
        <w:t>r</w:t>
      </w:r>
      <w:r w:rsidRPr="00937306">
        <w:rPr>
          <w:rFonts w:ascii="Arial" w:hAnsi="Arial" w:cs="Arial"/>
        </w:rPr>
        <w:t xml:space="preserve"> um baralho de cartas virado para baixo. </w:t>
      </w:r>
    </w:p>
    <w:p w14:paraId="36120BB0" w14:textId="18803408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  <w:r w:rsidRPr="00937306">
        <w:rPr>
          <w:rFonts w:ascii="Arial" w:hAnsi="Arial" w:cs="Arial"/>
        </w:rPr>
        <w:t>2.</w:t>
      </w:r>
      <w:r w:rsidR="002615A5">
        <w:rPr>
          <w:rFonts w:ascii="Arial" w:hAnsi="Arial" w:cs="Arial"/>
        </w:rPr>
        <w:t xml:space="preserve"> </w:t>
      </w:r>
      <w:r w:rsidRPr="00937306">
        <w:rPr>
          <w:rFonts w:ascii="Arial" w:hAnsi="Arial" w:cs="Arial"/>
        </w:rPr>
        <w:t>A equipa 1</w:t>
      </w:r>
      <w:r>
        <w:rPr>
          <w:rFonts w:ascii="Arial" w:hAnsi="Arial" w:cs="Arial"/>
        </w:rPr>
        <w:t xml:space="preserve"> começa</w:t>
      </w:r>
      <w:r w:rsidRPr="00937306">
        <w:rPr>
          <w:rFonts w:ascii="Arial" w:hAnsi="Arial" w:cs="Arial"/>
        </w:rPr>
        <w:t>.</w:t>
      </w:r>
    </w:p>
    <w:p w14:paraId="6D572E3F" w14:textId="0958DAB8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  <w:r w:rsidRPr="00937306">
        <w:rPr>
          <w:rFonts w:ascii="Arial" w:hAnsi="Arial" w:cs="Arial"/>
        </w:rPr>
        <w:t>3.</w:t>
      </w:r>
      <w:r w:rsidR="002615A5">
        <w:rPr>
          <w:rFonts w:ascii="Arial" w:hAnsi="Arial" w:cs="Arial"/>
        </w:rPr>
        <w:t xml:space="preserve"> </w:t>
      </w:r>
      <w:r w:rsidRPr="00937306">
        <w:rPr>
          <w:rFonts w:ascii="Arial" w:hAnsi="Arial" w:cs="Arial"/>
        </w:rPr>
        <w:t xml:space="preserve">Escolher um jogador da equipa 1 para virar uma carta do baralho. </w:t>
      </w:r>
    </w:p>
    <w:p w14:paraId="44961E2C" w14:textId="30CB8715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  <w:r w:rsidRPr="00937306">
        <w:rPr>
          <w:rFonts w:ascii="Arial" w:hAnsi="Arial" w:cs="Arial"/>
        </w:rPr>
        <w:t>4.</w:t>
      </w:r>
      <w:r w:rsidR="002615A5">
        <w:rPr>
          <w:rFonts w:ascii="Arial" w:hAnsi="Arial" w:cs="Arial"/>
        </w:rPr>
        <w:t xml:space="preserve"> </w:t>
      </w:r>
      <w:r w:rsidRPr="002615A5">
        <w:rPr>
          <w:rFonts w:ascii="Arial" w:hAnsi="Arial" w:cs="Arial"/>
        </w:rPr>
        <w:t>SE</w:t>
      </w:r>
      <w:r w:rsidRPr="00937306">
        <w:rPr>
          <w:rFonts w:ascii="Arial" w:hAnsi="Arial" w:cs="Arial"/>
        </w:rPr>
        <w:t xml:space="preserve"> a carta for </w:t>
      </w:r>
      <w:r w:rsidRPr="002615A5">
        <w:rPr>
          <w:rFonts w:ascii="Arial" w:hAnsi="Arial" w:cs="Arial"/>
          <w:b/>
          <w:bCs/>
          <w:color w:val="FF0000"/>
        </w:rPr>
        <w:t>vermelha</w:t>
      </w:r>
      <w:r w:rsidRPr="0093730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dá</w:t>
      </w:r>
      <w:r w:rsidRPr="00937306">
        <w:rPr>
          <w:rFonts w:ascii="Arial" w:hAnsi="Arial" w:cs="Arial"/>
        </w:rPr>
        <w:t xml:space="preserve"> um ponto à </w:t>
      </w:r>
      <w:r>
        <w:rPr>
          <w:rFonts w:ascii="Arial" w:hAnsi="Arial" w:cs="Arial"/>
        </w:rPr>
        <w:t>t</w:t>
      </w:r>
      <w:r w:rsidRPr="00937306">
        <w:rPr>
          <w:rFonts w:ascii="Arial" w:hAnsi="Arial" w:cs="Arial"/>
        </w:rPr>
        <w:t>ua equipa. S</w:t>
      </w:r>
      <w:r>
        <w:rPr>
          <w:rFonts w:ascii="Arial" w:hAnsi="Arial" w:cs="Arial"/>
        </w:rPr>
        <w:t>E</w:t>
      </w:r>
      <w:r w:rsidRPr="00937306">
        <w:rPr>
          <w:rFonts w:ascii="Arial" w:hAnsi="Arial" w:cs="Arial"/>
        </w:rPr>
        <w:t xml:space="preserve"> a carta for </w:t>
      </w:r>
      <w:r w:rsidRPr="002615A5">
        <w:rPr>
          <w:rFonts w:ascii="Arial" w:hAnsi="Arial" w:cs="Arial"/>
          <w:b/>
          <w:bCs/>
        </w:rPr>
        <w:t>preta</w:t>
      </w:r>
      <w:r w:rsidRPr="00937306">
        <w:rPr>
          <w:rFonts w:ascii="Arial" w:hAnsi="Arial" w:cs="Arial"/>
        </w:rPr>
        <w:t>, a equipa 2 recebe o ponto</w:t>
      </w:r>
      <w:r>
        <w:rPr>
          <w:rFonts w:ascii="Arial" w:hAnsi="Arial" w:cs="Arial"/>
        </w:rPr>
        <w:t>.</w:t>
      </w:r>
    </w:p>
    <w:p w14:paraId="4E105E6B" w14:textId="76CF9968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  <w:r w:rsidRPr="00937306">
        <w:rPr>
          <w:rFonts w:ascii="Arial" w:hAnsi="Arial" w:cs="Arial"/>
        </w:rPr>
        <w:t>5.</w:t>
      </w:r>
      <w:r w:rsidR="0009490A">
        <w:rPr>
          <w:rFonts w:ascii="Arial" w:hAnsi="Arial" w:cs="Arial"/>
        </w:rPr>
        <w:t>Depois é a vez d</w:t>
      </w:r>
      <w:r w:rsidRPr="00937306">
        <w:rPr>
          <w:rFonts w:ascii="Arial" w:hAnsi="Arial" w:cs="Arial"/>
        </w:rPr>
        <w:t>a equipa 2</w:t>
      </w:r>
      <w:r w:rsidR="0009490A">
        <w:rPr>
          <w:rFonts w:ascii="Arial" w:hAnsi="Arial" w:cs="Arial"/>
        </w:rPr>
        <w:t xml:space="preserve"> e assim sucessivamente.</w:t>
      </w:r>
    </w:p>
    <w:p w14:paraId="6502FFF1" w14:textId="153D12B6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  <w:r w:rsidRPr="00937306">
        <w:rPr>
          <w:rFonts w:ascii="Arial" w:hAnsi="Arial" w:cs="Arial"/>
        </w:rPr>
        <w:t>6.</w:t>
      </w:r>
      <w:r w:rsidR="0009490A">
        <w:rPr>
          <w:rFonts w:ascii="Arial" w:hAnsi="Arial" w:cs="Arial"/>
        </w:rPr>
        <w:t>O jogo termina</w:t>
      </w:r>
      <w:r w:rsidRPr="00937306">
        <w:rPr>
          <w:rFonts w:ascii="Arial" w:hAnsi="Arial" w:cs="Arial"/>
        </w:rPr>
        <w:t xml:space="preserve"> até que uma equipa atinja os 10 pontos!</w:t>
      </w:r>
    </w:p>
    <w:p w14:paraId="3F21AEEC" w14:textId="77777777" w:rsidR="00937306" w:rsidRPr="00937306" w:rsidRDefault="00937306" w:rsidP="00937306">
      <w:pPr>
        <w:spacing w:line="360" w:lineRule="auto"/>
        <w:jc w:val="both"/>
        <w:rPr>
          <w:rFonts w:ascii="Arial" w:hAnsi="Arial" w:cs="Arial"/>
        </w:rPr>
      </w:pPr>
    </w:p>
    <w:p w14:paraId="0A405C91" w14:textId="47ED9FDE" w:rsidR="00937306" w:rsidRPr="00937306" w:rsidRDefault="0009490A" w:rsidP="009373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Condições</w:t>
      </w:r>
      <w:r w:rsidR="00937306" w:rsidRPr="00937306">
        <w:rPr>
          <w:rFonts w:ascii="Arial" w:hAnsi="Arial" w:cs="Arial"/>
        </w:rPr>
        <w:t>:</w:t>
      </w:r>
    </w:p>
    <w:p w14:paraId="622BEF6E" w14:textId="03538305" w:rsidR="00937306" w:rsidRPr="00937306" w:rsidRDefault="007F70F6" w:rsidP="009373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937306" w:rsidRPr="00937306">
        <w:rPr>
          <w:rFonts w:ascii="Arial" w:hAnsi="Arial" w:cs="Arial"/>
        </w:rPr>
        <w:t xml:space="preserve"> </w:t>
      </w:r>
      <w:r w:rsidR="00B0568A">
        <w:rPr>
          <w:rFonts w:ascii="Arial" w:hAnsi="Arial" w:cs="Arial"/>
        </w:rPr>
        <w:t>a</w:t>
      </w:r>
      <w:r w:rsidR="00937306" w:rsidRPr="00937306">
        <w:rPr>
          <w:rFonts w:ascii="Arial" w:hAnsi="Arial" w:cs="Arial"/>
        </w:rPr>
        <w:t xml:space="preserve"> </w:t>
      </w:r>
      <w:r w:rsidR="00B0568A">
        <w:rPr>
          <w:rFonts w:ascii="Arial" w:hAnsi="Arial" w:cs="Arial"/>
        </w:rPr>
        <w:t>carta</w:t>
      </w:r>
      <w:r w:rsidR="00937306" w:rsidRPr="00937306">
        <w:rPr>
          <w:rFonts w:ascii="Arial" w:hAnsi="Arial" w:cs="Arial"/>
        </w:rPr>
        <w:t xml:space="preserve"> </w:t>
      </w:r>
      <w:r w:rsidR="00B0568A">
        <w:rPr>
          <w:rFonts w:ascii="Arial" w:hAnsi="Arial" w:cs="Arial"/>
        </w:rPr>
        <w:t>virada for</w:t>
      </w:r>
      <w:r w:rsidR="00937306" w:rsidRPr="00937306">
        <w:rPr>
          <w:rFonts w:ascii="Arial" w:hAnsi="Arial" w:cs="Arial"/>
        </w:rPr>
        <w:t xml:space="preserve"> </w:t>
      </w:r>
      <w:r w:rsidR="00937306" w:rsidRPr="002615A5">
        <w:rPr>
          <w:rFonts w:ascii="Arial" w:hAnsi="Arial" w:cs="Arial"/>
          <w:b/>
          <w:bCs/>
          <w:color w:val="FF0000"/>
        </w:rPr>
        <w:t>vermelh</w:t>
      </w:r>
      <w:r w:rsidR="00B0568A" w:rsidRPr="002615A5">
        <w:rPr>
          <w:rFonts w:ascii="Arial" w:hAnsi="Arial" w:cs="Arial"/>
          <w:b/>
          <w:bCs/>
          <w:color w:val="FF0000"/>
        </w:rPr>
        <w:t>a</w:t>
      </w:r>
      <w:r w:rsidR="00937306" w:rsidRPr="0093730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ENTÃO</w:t>
      </w:r>
      <w:r w:rsidR="00937306" w:rsidRPr="00937306">
        <w:rPr>
          <w:rFonts w:ascii="Arial" w:hAnsi="Arial" w:cs="Arial"/>
        </w:rPr>
        <w:t xml:space="preserve"> a equipa 1 recebe um ponto.</w:t>
      </w:r>
    </w:p>
    <w:p w14:paraId="76BBA18E" w14:textId="5051C4C7" w:rsidR="002C3F4C" w:rsidRDefault="007F70F6" w:rsidP="009373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Pr="00937306">
        <w:rPr>
          <w:rFonts w:ascii="Arial" w:hAnsi="Arial" w:cs="Arial"/>
        </w:rPr>
        <w:t xml:space="preserve"> </w:t>
      </w:r>
      <w:r w:rsidR="00CF2302">
        <w:rPr>
          <w:rFonts w:ascii="Arial" w:hAnsi="Arial" w:cs="Arial"/>
        </w:rPr>
        <w:t>a</w:t>
      </w:r>
      <w:r w:rsidR="00937306" w:rsidRPr="00937306">
        <w:rPr>
          <w:rFonts w:ascii="Arial" w:hAnsi="Arial" w:cs="Arial"/>
        </w:rPr>
        <w:t xml:space="preserve"> cart</w:t>
      </w:r>
      <w:r w:rsidR="00B0568A">
        <w:rPr>
          <w:rFonts w:ascii="Arial" w:hAnsi="Arial" w:cs="Arial"/>
        </w:rPr>
        <w:t>a</w:t>
      </w:r>
      <w:r w:rsidR="00937306" w:rsidRPr="00937306">
        <w:rPr>
          <w:rFonts w:ascii="Arial" w:hAnsi="Arial" w:cs="Arial"/>
        </w:rPr>
        <w:t xml:space="preserve"> virad</w:t>
      </w:r>
      <w:r w:rsidR="00B0568A">
        <w:rPr>
          <w:rFonts w:ascii="Arial" w:hAnsi="Arial" w:cs="Arial"/>
        </w:rPr>
        <w:t>a</w:t>
      </w:r>
      <w:r w:rsidR="00937306" w:rsidRPr="00937306">
        <w:rPr>
          <w:rFonts w:ascii="Arial" w:hAnsi="Arial" w:cs="Arial"/>
        </w:rPr>
        <w:t xml:space="preserve"> for </w:t>
      </w:r>
      <w:r w:rsidRPr="002615A5">
        <w:rPr>
          <w:rFonts w:ascii="Arial" w:hAnsi="Arial" w:cs="Arial"/>
          <w:b/>
          <w:bCs/>
          <w:color w:val="000000" w:themeColor="text1"/>
        </w:rPr>
        <w:t>preta</w:t>
      </w:r>
      <w:r w:rsidR="00937306" w:rsidRPr="0093730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ENTÃO</w:t>
      </w:r>
      <w:r w:rsidRPr="00937306">
        <w:rPr>
          <w:rFonts w:ascii="Arial" w:hAnsi="Arial" w:cs="Arial"/>
        </w:rPr>
        <w:t xml:space="preserve"> </w:t>
      </w:r>
      <w:r w:rsidR="00937306" w:rsidRPr="00937306">
        <w:rPr>
          <w:rFonts w:ascii="Arial" w:hAnsi="Arial" w:cs="Arial"/>
        </w:rPr>
        <w:t>a equipa 2 recebe um ponto.</w:t>
      </w:r>
    </w:p>
    <w:p w14:paraId="5A1C3674" w14:textId="58C56C8A" w:rsidR="00B0568A" w:rsidRDefault="00B0568A" w:rsidP="00937306">
      <w:pPr>
        <w:spacing w:line="360" w:lineRule="auto"/>
        <w:jc w:val="both"/>
        <w:rPr>
          <w:rFonts w:ascii="Arial" w:hAnsi="Arial" w:cs="Arial"/>
        </w:rPr>
      </w:pPr>
    </w:p>
    <w:p w14:paraId="28E1DB20" w14:textId="0B09F9FD" w:rsidR="00CF2302" w:rsidRDefault="00CF2302" w:rsidP="009373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Ou </w:t>
      </w:r>
    </w:p>
    <w:p w14:paraId="18C80BB8" w14:textId="77777777" w:rsidR="002615A5" w:rsidRDefault="002615A5" w:rsidP="00937306">
      <w:pPr>
        <w:spacing w:line="360" w:lineRule="auto"/>
        <w:jc w:val="both"/>
        <w:rPr>
          <w:rFonts w:ascii="Arial" w:hAnsi="Arial" w:cs="Arial"/>
        </w:rPr>
      </w:pPr>
    </w:p>
    <w:p w14:paraId="5200942C" w14:textId="4D765D25" w:rsidR="00CF2302" w:rsidRPr="00937306" w:rsidRDefault="007F70F6" w:rsidP="00CF230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</w:t>
      </w:r>
      <w:r w:rsidR="00CF2302" w:rsidRPr="00937306">
        <w:rPr>
          <w:rFonts w:ascii="Arial" w:hAnsi="Arial" w:cs="Arial"/>
        </w:rPr>
        <w:t xml:space="preserve"> </w:t>
      </w:r>
      <w:r w:rsidR="00CF2302">
        <w:rPr>
          <w:rFonts w:ascii="Arial" w:hAnsi="Arial" w:cs="Arial"/>
        </w:rPr>
        <w:t>a</w:t>
      </w:r>
      <w:r w:rsidR="00CF2302" w:rsidRPr="00937306">
        <w:rPr>
          <w:rFonts w:ascii="Arial" w:hAnsi="Arial" w:cs="Arial"/>
        </w:rPr>
        <w:t xml:space="preserve"> </w:t>
      </w:r>
      <w:r w:rsidR="00CF2302">
        <w:rPr>
          <w:rFonts w:ascii="Arial" w:hAnsi="Arial" w:cs="Arial"/>
        </w:rPr>
        <w:t>carta</w:t>
      </w:r>
      <w:r w:rsidR="00CF2302" w:rsidRPr="00937306">
        <w:rPr>
          <w:rFonts w:ascii="Arial" w:hAnsi="Arial" w:cs="Arial"/>
        </w:rPr>
        <w:t xml:space="preserve"> </w:t>
      </w:r>
      <w:r w:rsidR="00CF2302">
        <w:rPr>
          <w:rFonts w:ascii="Arial" w:hAnsi="Arial" w:cs="Arial"/>
        </w:rPr>
        <w:t>virada for</w:t>
      </w:r>
      <w:r w:rsidR="00CF2302" w:rsidRPr="00937306">
        <w:rPr>
          <w:rFonts w:ascii="Arial" w:hAnsi="Arial" w:cs="Arial"/>
        </w:rPr>
        <w:t xml:space="preserve"> </w:t>
      </w:r>
      <w:r w:rsidR="00CF2302" w:rsidRPr="002615A5">
        <w:rPr>
          <w:rFonts w:ascii="Arial" w:hAnsi="Arial" w:cs="Arial"/>
          <w:b/>
          <w:bCs/>
          <w:color w:val="FF0000"/>
        </w:rPr>
        <w:t>vermelha</w:t>
      </w:r>
      <w:r w:rsidR="00CF2302" w:rsidRPr="0093730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ENTÃO</w:t>
      </w:r>
      <w:r w:rsidRPr="00937306">
        <w:rPr>
          <w:rFonts w:ascii="Arial" w:hAnsi="Arial" w:cs="Arial"/>
        </w:rPr>
        <w:t xml:space="preserve"> </w:t>
      </w:r>
      <w:r w:rsidR="00CF2302" w:rsidRPr="00937306">
        <w:rPr>
          <w:rFonts w:ascii="Arial" w:hAnsi="Arial" w:cs="Arial"/>
        </w:rPr>
        <w:t>a equipa 1 recebe um ponto</w:t>
      </w:r>
      <w:r w:rsidR="00CF230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SENÃO</w:t>
      </w:r>
      <w:r w:rsidR="00CF2302">
        <w:rPr>
          <w:rFonts w:ascii="Arial" w:hAnsi="Arial" w:cs="Arial"/>
        </w:rPr>
        <w:t xml:space="preserve"> a equipa 2 recebe um ponto</w:t>
      </w:r>
      <w:r w:rsidR="002615A5">
        <w:rPr>
          <w:rFonts w:ascii="Arial" w:hAnsi="Arial" w:cs="Arial"/>
        </w:rPr>
        <w:t>.</w:t>
      </w:r>
    </w:p>
    <w:p w14:paraId="649C7FCE" w14:textId="266BD75D" w:rsidR="00CF2302" w:rsidRDefault="00CF2302" w:rsidP="00937306">
      <w:pPr>
        <w:spacing w:line="360" w:lineRule="auto"/>
        <w:jc w:val="both"/>
        <w:rPr>
          <w:rFonts w:ascii="Arial" w:hAnsi="Arial" w:cs="Arial"/>
        </w:rPr>
      </w:pPr>
    </w:p>
    <w:p w14:paraId="1231C9BA" w14:textId="77777777" w:rsidR="00277DCD" w:rsidRDefault="00277DCD" w:rsidP="00937306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W w:w="0" w:type="auto"/>
        <w:tblInd w:w="433" w:type="dxa"/>
        <w:tblLook w:val="04A0" w:firstRow="1" w:lastRow="0" w:firstColumn="1" w:lastColumn="0" w:noHBand="0" w:noVBand="1"/>
      </w:tblPr>
      <w:tblGrid>
        <w:gridCol w:w="1769"/>
        <w:gridCol w:w="2934"/>
        <w:gridCol w:w="2934"/>
      </w:tblGrid>
      <w:tr w:rsidR="00277DCD" w14:paraId="3C80F8AE" w14:textId="77777777" w:rsidTr="00277DCD">
        <w:trPr>
          <w:trHeight w:val="625"/>
        </w:trPr>
        <w:tc>
          <w:tcPr>
            <w:tcW w:w="1769" w:type="dxa"/>
            <w:tcBorders>
              <w:top w:val="nil"/>
              <w:left w:val="nil"/>
            </w:tcBorders>
          </w:tcPr>
          <w:p w14:paraId="32E7F594" w14:textId="77777777" w:rsidR="00277DCD" w:rsidRPr="002615A5" w:rsidRDefault="00277DCD" w:rsidP="002615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4" w:type="dxa"/>
            <w:vAlign w:val="center"/>
          </w:tcPr>
          <w:p w14:paraId="4D85762B" w14:textId="551C1F41" w:rsidR="00277DCD" w:rsidRPr="002615A5" w:rsidRDefault="00277DCD" w:rsidP="002615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615A5">
              <w:rPr>
                <w:rFonts w:ascii="Arial" w:hAnsi="Arial" w:cs="Arial"/>
                <w:b/>
                <w:bCs/>
              </w:rPr>
              <w:t>Equipa 1</w:t>
            </w:r>
          </w:p>
        </w:tc>
        <w:tc>
          <w:tcPr>
            <w:tcW w:w="2934" w:type="dxa"/>
            <w:vAlign w:val="center"/>
          </w:tcPr>
          <w:p w14:paraId="14131E60" w14:textId="4B76E6C8" w:rsidR="00277DCD" w:rsidRPr="002615A5" w:rsidRDefault="00277DCD" w:rsidP="002615A5">
            <w:pPr>
              <w:jc w:val="center"/>
              <w:rPr>
                <w:rFonts w:ascii="Arial" w:hAnsi="Arial" w:cs="Arial"/>
                <w:b/>
                <w:bCs/>
              </w:rPr>
            </w:pPr>
            <w:r w:rsidRPr="002615A5">
              <w:rPr>
                <w:rFonts w:ascii="Arial" w:hAnsi="Arial" w:cs="Arial"/>
                <w:b/>
                <w:bCs/>
              </w:rPr>
              <w:t>Equipa 2</w:t>
            </w:r>
          </w:p>
        </w:tc>
      </w:tr>
      <w:tr w:rsidR="00277DCD" w14:paraId="5E6B1F6C" w14:textId="77777777" w:rsidTr="00277DCD">
        <w:trPr>
          <w:trHeight w:val="942"/>
        </w:trPr>
        <w:tc>
          <w:tcPr>
            <w:tcW w:w="1769" w:type="dxa"/>
            <w:vAlign w:val="center"/>
          </w:tcPr>
          <w:p w14:paraId="2A447260" w14:textId="3E20B06B" w:rsidR="00277DCD" w:rsidRPr="00277DCD" w:rsidRDefault="00277DCD" w:rsidP="00277DCD">
            <w:pPr>
              <w:jc w:val="center"/>
              <w:rPr>
                <w:rFonts w:ascii="Arial" w:hAnsi="Arial" w:cs="Arial"/>
                <w:b/>
                <w:bCs/>
              </w:rPr>
            </w:pPr>
            <w:r w:rsidRPr="00277DCD">
              <w:rPr>
                <w:rFonts w:ascii="Arial" w:hAnsi="Arial" w:cs="Arial"/>
                <w:b/>
                <w:bCs/>
              </w:rPr>
              <w:t>Jogo 1</w:t>
            </w:r>
          </w:p>
        </w:tc>
        <w:tc>
          <w:tcPr>
            <w:tcW w:w="2934" w:type="dxa"/>
          </w:tcPr>
          <w:p w14:paraId="3AD100B4" w14:textId="07C4F700" w:rsidR="00277DCD" w:rsidRDefault="00277DCD" w:rsidP="0093730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34" w:type="dxa"/>
          </w:tcPr>
          <w:p w14:paraId="7F14DCE4" w14:textId="77777777" w:rsidR="00277DCD" w:rsidRDefault="00277DCD" w:rsidP="0093730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77DCD" w14:paraId="56CA49B7" w14:textId="77777777" w:rsidTr="00277DCD">
        <w:trPr>
          <w:trHeight w:val="942"/>
        </w:trPr>
        <w:tc>
          <w:tcPr>
            <w:tcW w:w="1769" w:type="dxa"/>
            <w:vAlign w:val="center"/>
          </w:tcPr>
          <w:p w14:paraId="4072DEFA" w14:textId="0DAB877C" w:rsidR="00277DCD" w:rsidRPr="00277DCD" w:rsidRDefault="00277DCD" w:rsidP="00277DCD">
            <w:pPr>
              <w:jc w:val="center"/>
              <w:rPr>
                <w:rFonts w:ascii="Arial" w:hAnsi="Arial" w:cs="Arial"/>
                <w:b/>
                <w:bCs/>
              </w:rPr>
            </w:pPr>
            <w:r w:rsidRPr="00277DCD">
              <w:rPr>
                <w:rFonts w:ascii="Arial" w:hAnsi="Arial" w:cs="Arial"/>
                <w:b/>
                <w:bCs/>
              </w:rPr>
              <w:t>Jogo 2</w:t>
            </w:r>
          </w:p>
        </w:tc>
        <w:tc>
          <w:tcPr>
            <w:tcW w:w="2934" w:type="dxa"/>
          </w:tcPr>
          <w:p w14:paraId="7B9F39EE" w14:textId="1EE48945" w:rsidR="00277DCD" w:rsidRDefault="00277DCD" w:rsidP="0093730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34" w:type="dxa"/>
          </w:tcPr>
          <w:p w14:paraId="267E4FDB" w14:textId="77777777" w:rsidR="00277DCD" w:rsidRDefault="00277DCD" w:rsidP="0093730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277DCD" w14:paraId="51EF614D" w14:textId="77777777" w:rsidTr="00277DCD">
        <w:trPr>
          <w:trHeight w:val="942"/>
        </w:trPr>
        <w:tc>
          <w:tcPr>
            <w:tcW w:w="1769" w:type="dxa"/>
            <w:vAlign w:val="center"/>
          </w:tcPr>
          <w:p w14:paraId="2BA9D085" w14:textId="6C45DEA2" w:rsidR="00277DCD" w:rsidRPr="00277DCD" w:rsidRDefault="00277DCD" w:rsidP="00277DCD">
            <w:pPr>
              <w:jc w:val="center"/>
              <w:rPr>
                <w:rFonts w:ascii="Arial" w:hAnsi="Arial" w:cs="Arial"/>
                <w:b/>
                <w:bCs/>
              </w:rPr>
            </w:pPr>
            <w:r w:rsidRPr="00277DCD">
              <w:rPr>
                <w:rFonts w:ascii="Arial" w:hAnsi="Arial" w:cs="Arial"/>
                <w:b/>
                <w:bCs/>
              </w:rPr>
              <w:t>Jogo 3</w:t>
            </w:r>
          </w:p>
        </w:tc>
        <w:tc>
          <w:tcPr>
            <w:tcW w:w="2934" w:type="dxa"/>
          </w:tcPr>
          <w:p w14:paraId="2CB14187" w14:textId="77777777" w:rsidR="00277DCD" w:rsidRDefault="00277DCD" w:rsidP="0093730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34" w:type="dxa"/>
          </w:tcPr>
          <w:p w14:paraId="272BAF43" w14:textId="77777777" w:rsidR="00277DCD" w:rsidRDefault="00277DCD" w:rsidP="00937306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46840D7D" w14:textId="509605DD" w:rsidR="002615A5" w:rsidRPr="003A2918" w:rsidRDefault="002615A5" w:rsidP="00937306">
      <w:pPr>
        <w:spacing w:line="360" w:lineRule="auto"/>
        <w:jc w:val="both"/>
        <w:rPr>
          <w:rFonts w:ascii="Arial" w:hAnsi="Arial" w:cs="Arial"/>
        </w:rPr>
      </w:pPr>
    </w:p>
    <w:sectPr w:rsidR="002615A5" w:rsidRPr="003A2918" w:rsidSect="002A7740">
      <w:footerReference w:type="default" r:id="rId7"/>
      <w:footerReference w:type="first" r:id="rId8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C1C36" w14:textId="77777777" w:rsidR="00202464" w:rsidRDefault="00202464" w:rsidP="00071526">
      <w:r>
        <w:separator/>
      </w:r>
    </w:p>
  </w:endnote>
  <w:endnote w:type="continuationSeparator" w:id="0">
    <w:p w14:paraId="1AE58A08" w14:textId="77777777" w:rsidR="00202464" w:rsidRDefault="00202464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316C7" w14:textId="77777777" w:rsidR="003A2918" w:rsidRDefault="003A2918" w:rsidP="003A2918">
    <w:pPr>
      <w:pStyle w:val="Rodap"/>
      <w:pBdr>
        <w:top w:val="single" w:sz="48" w:space="1" w:color="1F628E"/>
      </w:pBdr>
    </w:pPr>
    <w:r>
      <w:t>O robô aspirador</w:t>
    </w:r>
  </w:p>
  <w:p w14:paraId="4E8AAC98" w14:textId="1B92EA46" w:rsidR="00CD1AAC" w:rsidRPr="003A2918" w:rsidRDefault="003A2918" w:rsidP="003A2918">
    <w:pPr>
      <w:pStyle w:val="Rodap"/>
    </w:pPr>
    <w:r>
      <w:t>3.º / 4.º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6DA8E36F" w:rsidR="0035214F" w:rsidRDefault="00937306" w:rsidP="0035214F">
    <w:pPr>
      <w:pStyle w:val="Rodap"/>
      <w:pBdr>
        <w:top w:val="single" w:sz="48" w:space="1" w:color="1F628E"/>
      </w:pBdr>
    </w:pPr>
    <w:r>
      <w:t>Vira a carta</w:t>
    </w:r>
  </w:p>
  <w:p w14:paraId="7D215F7B" w14:textId="21A5E3D8" w:rsidR="0035214F" w:rsidRDefault="0073581B">
    <w:pPr>
      <w:pStyle w:val="Rodap"/>
    </w:pPr>
    <w:r>
      <w:t>3</w:t>
    </w:r>
    <w:r w:rsidR="0035214F">
      <w:t xml:space="preserve">.º / </w:t>
    </w:r>
    <w:r>
      <w:t>4</w:t>
    </w:r>
    <w:r w:rsidR="0035214F">
      <w:t>.º Ano | Ciências da Computação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623D" w14:textId="77777777" w:rsidR="00202464" w:rsidRDefault="00202464" w:rsidP="00071526">
      <w:r>
        <w:separator/>
      </w:r>
    </w:p>
  </w:footnote>
  <w:footnote w:type="continuationSeparator" w:id="0">
    <w:p w14:paraId="7D4882E3" w14:textId="77777777" w:rsidR="00202464" w:rsidRDefault="00202464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55BA0"/>
    <w:rsid w:val="00071526"/>
    <w:rsid w:val="000725A5"/>
    <w:rsid w:val="0009490A"/>
    <w:rsid w:val="000B27A7"/>
    <w:rsid w:val="000D3B2B"/>
    <w:rsid w:val="000F1D10"/>
    <w:rsid w:val="000F5997"/>
    <w:rsid w:val="0018247E"/>
    <w:rsid w:val="00185955"/>
    <w:rsid w:val="00186E9D"/>
    <w:rsid w:val="001A0C0D"/>
    <w:rsid w:val="001C3DD4"/>
    <w:rsid w:val="001C663F"/>
    <w:rsid w:val="001E18F5"/>
    <w:rsid w:val="001F4D9B"/>
    <w:rsid w:val="001F5205"/>
    <w:rsid w:val="00202464"/>
    <w:rsid w:val="00237EFF"/>
    <w:rsid w:val="002578E6"/>
    <w:rsid w:val="002615A5"/>
    <w:rsid w:val="00274B41"/>
    <w:rsid w:val="00277DCD"/>
    <w:rsid w:val="0029238C"/>
    <w:rsid w:val="002A7740"/>
    <w:rsid w:val="002B6229"/>
    <w:rsid w:val="002C3F4C"/>
    <w:rsid w:val="003039D7"/>
    <w:rsid w:val="00314B31"/>
    <w:rsid w:val="00326593"/>
    <w:rsid w:val="003377C3"/>
    <w:rsid w:val="00340B78"/>
    <w:rsid w:val="0035214F"/>
    <w:rsid w:val="00356E37"/>
    <w:rsid w:val="00376F69"/>
    <w:rsid w:val="00384D0A"/>
    <w:rsid w:val="00387D60"/>
    <w:rsid w:val="003A2918"/>
    <w:rsid w:val="00417D80"/>
    <w:rsid w:val="00423A0A"/>
    <w:rsid w:val="0044558A"/>
    <w:rsid w:val="00483A2C"/>
    <w:rsid w:val="004A1C06"/>
    <w:rsid w:val="004D0F77"/>
    <w:rsid w:val="004D671D"/>
    <w:rsid w:val="00503E78"/>
    <w:rsid w:val="005056EC"/>
    <w:rsid w:val="00567F3D"/>
    <w:rsid w:val="00596FFB"/>
    <w:rsid w:val="005D0521"/>
    <w:rsid w:val="005F0D35"/>
    <w:rsid w:val="005F4147"/>
    <w:rsid w:val="00646F3F"/>
    <w:rsid w:val="0066139B"/>
    <w:rsid w:val="006D77FC"/>
    <w:rsid w:val="00723B6A"/>
    <w:rsid w:val="007348B5"/>
    <w:rsid w:val="0073581B"/>
    <w:rsid w:val="00763354"/>
    <w:rsid w:val="00771955"/>
    <w:rsid w:val="00781BD4"/>
    <w:rsid w:val="00791C3A"/>
    <w:rsid w:val="00797BAB"/>
    <w:rsid w:val="007D406E"/>
    <w:rsid w:val="007D42EF"/>
    <w:rsid w:val="007F70F6"/>
    <w:rsid w:val="00806FCA"/>
    <w:rsid w:val="00830C52"/>
    <w:rsid w:val="0084498A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3B56"/>
    <w:rsid w:val="00924B8A"/>
    <w:rsid w:val="00937306"/>
    <w:rsid w:val="0099116D"/>
    <w:rsid w:val="009A025D"/>
    <w:rsid w:val="009B28C9"/>
    <w:rsid w:val="009C019E"/>
    <w:rsid w:val="009C0401"/>
    <w:rsid w:val="009D48BC"/>
    <w:rsid w:val="00A2275F"/>
    <w:rsid w:val="00A32F0C"/>
    <w:rsid w:val="00A55530"/>
    <w:rsid w:val="00AA240D"/>
    <w:rsid w:val="00AC5F64"/>
    <w:rsid w:val="00AE6778"/>
    <w:rsid w:val="00AF31BB"/>
    <w:rsid w:val="00B039B2"/>
    <w:rsid w:val="00B0568A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1926"/>
    <w:rsid w:val="00C333D9"/>
    <w:rsid w:val="00C56DD9"/>
    <w:rsid w:val="00C758AD"/>
    <w:rsid w:val="00C87634"/>
    <w:rsid w:val="00CD1AAC"/>
    <w:rsid w:val="00CF2302"/>
    <w:rsid w:val="00D1191A"/>
    <w:rsid w:val="00D172AA"/>
    <w:rsid w:val="00D20846"/>
    <w:rsid w:val="00D223E7"/>
    <w:rsid w:val="00D450A3"/>
    <w:rsid w:val="00D60BE4"/>
    <w:rsid w:val="00D86C4C"/>
    <w:rsid w:val="00DA3E49"/>
    <w:rsid w:val="00DB220A"/>
    <w:rsid w:val="00DB5100"/>
    <w:rsid w:val="00DD0877"/>
    <w:rsid w:val="00DD38CE"/>
    <w:rsid w:val="00DF23A3"/>
    <w:rsid w:val="00DF7EE7"/>
    <w:rsid w:val="00E003D6"/>
    <w:rsid w:val="00E14FE3"/>
    <w:rsid w:val="00E21C6A"/>
    <w:rsid w:val="00E548DF"/>
    <w:rsid w:val="00EE04A7"/>
    <w:rsid w:val="00EE47B9"/>
    <w:rsid w:val="00F079D9"/>
    <w:rsid w:val="00F2216F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13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5</cp:revision>
  <dcterms:created xsi:type="dcterms:W3CDTF">2022-03-07T13:34:00Z</dcterms:created>
  <dcterms:modified xsi:type="dcterms:W3CDTF">2022-03-08T11:02:00Z</dcterms:modified>
</cp:coreProperties>
</file>